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A08" w:rsidRPr="009E5F3B" w:rsidRDefault="00223A08" w:rsidP="009E5F3B">
      <w:pPr>
        <w:spacing w:after="0" w:line="240" w:lineRule="auto"/>
        <w:rPr>
          <w:rFonts w:ascii="Times New Roman" w:hAnsi="Times New Roman"/>
          <w:b/>
          <w:sz w:val="52"/>
          <w:szCs w:val="52"/>
        </w:rPr>
      </w:pPr>
      <w:r w:rsidRPr="009E5F3B">
        <w:rPr>
          <w:rFonts w:ascii="Times New Roman" w:hAnsi="Times New Roman"/>
          <w:b/>
          <w:sz w:val="52"/>
          <w:szCs w:val="52"/>
        </w:rPr>
        <w:t>Объезд Лосево.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3A08" w:rsidRPr="009E5F3B" w:rsidRDefault="00223A08" w:rsidP="009E5F3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9E5F3B">
        <w:rPr>
          <w:rFonts w:ascii="Times New Roman" w:hAnsi="Times New Roman"/>
          <w:b/>
          <w:sz w:val="24"/>
          <w:szCs w:val="24"/>
          <w:u w:val="single"/>
        </w:rPr>
        <w:t>Ориентир № 1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5F3B">
        <w:rPr>
          <w:rFonts w:ascii="Times New Roman" w:hAnsi="Times New Roman"/>
          <w:sz w:val="24"/>
          <w:szCs w:val="24"/>
        </w:rPr>
        <w:t xml:space="preserve">Едем из Ростова. В районе </w:t>
      </w:r>
      <w:r w:rsidRPr="009E5F3B">
        <w:rPr>
          <w:rFonts w:ascii="Times New Roman" w:hAnsi="Times New Roman"/>
          <w:b/>
          <w:sz w:val="24"/>
          <w:szCs w:val="24"/>
        </w:rPr>
        <w:t>885-</w:t>
      </w:r>
      <w:smartTag w:uri="urn:schemas-microsoft-com:office:smarttags" w:element="metricconverter">
        <w:smartTagPr>
          <w:attr w:name="ProductID" w:val="886 км"/>
        </w:smartTagPr>
        <w:r w:rsidRPr="009E5F3B">
          <w:rPr>
            <w:rFonts w:ascii="Times New Roman" w:hAnsi="Times New Roman"/>
            <w:b/>
            <w:sz w:val="24"/>
            <w:szCs w:val="24"/>
          </w:rPr>
          <w:t>886</w:t>
        </w:r>
        <w:r w:rsidRPr="009E5F3B">
          <w:rPr>
            <w:rFonts w:ascii="Times New Roman" w:hAnsi="Times New Roman"/>
            <w:sz w:val="24"/>
            <w:szCs w:val="24"/>
          </w:rPr>
          <w:t xml:space="preserve"> км</w:t>
        </w:r>
      </w:smartTag>
      <w:r w:rsidRPr="009E5F3B">
        <w:rPr>
          <w:rFonts w:ascii="Times New Roman" w:hAnsi="Times New Roman"/>
          <w:sz w:val="24"/>
          <w:szCs w:val="24"/>
        </w:rPr>
        <w:t>.столба ищем поворот налево на Россошь.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Мы не поворачиваем, Едем прямо по трассе М4.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5F3B">
        <w:rPr>
          <w:rFonts w:ascii="Times New Roman" w:hAnsi="Times New Roman"/>
          <w:b/>
          <w:sz w:val="24"/>
          <w:szCs w:val="24"/>
          <w:u w:val="single"/>
        </w:rPr>
        <w:t xml:space="preserve">Ориентир № 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Сразу за поворотом на Россошь заправка (слева)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5F3B">
        <w:rPr>
          <w:rFonts w:ascii="Times New Roman" w:hAnsi="Times New Roman"/>
          <w:b/>
          <w:sz w:val="24"/>
          <w:szCs w:val="24"/>
          <w:u w:val="single"/>
        </w:rPr>
        <w:t xml:space="preserve">Ориентир № </w:t>
      </w:r>
      <w:r>
        <w:rPr>
          <w:rFonts w:ascii="Times New Roman" w:hAnsi="Times New Roman"/>
          <w:b/>
          <w:sz w:val="24"/>
          <w:szCs w:val="24"/>
          <w:u w:val="single"/>
        </w:rPr>
        <w:t>3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Затем километровый столб </w:t>
      </w:r>
      <w:r w:rsidRPr="009E5F3B">
        <w:rPr>
          <w:rFonts w:ascii="Times New Roman" w:hAnsi="Times New Roman"/>
          <w:b/>
          <w:sz w:val="24"/>
          <w:szCs w:val="24"/>
        </w:rPr>
        <w:t>887</w:t>
      </w:r>
      <w:r>
        <w:rPr>
          <w:rFonts w:ascii="Times New Roman" w:hAnsi="Times New Roman"/>
          <w:sz w:val="24"/>
          <w:szCs w:val="24"/>
        </w:rPr>
        <w:t>.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23A08" w:rsidRPr="009E5F3B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Сразу за столбом поворот направо на </w:t>
      </w:r>
      <w:r w:rsidRPr="009E5F3B">
        <w:rPr>
          <w:rFonts w:ascii="Times New Roman" w:hAnsi="Times New Roman"/>
          <w:b/>
          <w:sz w:val="24"/>
          <w:szCs w:val="24"/>
        </w:rPr>
        <w:t>Березки</w:t>
      </w:r>
    </w:p>
    <w:p w:rsidR="00223A08" w:rsidRPr="009E5F3B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Березки остаются от нас слева, едем на х. </w:t>
      </w:r>
      <w:r w:rsidRPr="009E5F3B">
        <w:rPr>
          <w:rFonts w:ascii="Times New Roman" w:hAnsi="Times New Roman"/>
          <w:b/>
          <w:sz w:val="24"/>
          <w:szCs w:val="24"/>
        </w:rPr>
        <w:t>Поддубный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х. Поддубный остается от нас слева, затем развилка направо на Ливенка и Ершовка</w:t>
      </w:r>
    </w:p>
    <w:p w:rsidR="00223A08" w:rsidRDefault="00223A08" w:rsidP="009E5F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нам надо повернуть налево на </w:t>
      </w:r>
      <w:r w:rsidRPr="009E5F3B">
        <w:rPr>
          <w:rFonts w:ascii="Times New Roman" w:hAnsi="Times New Roman"/>
          <w:b/>
          <w:sz w:val="24"/>
          <w:szCs w:val="24"/>
        </w:rPr>
        <w:t>Лосево</w:t>
      </w:r>
    </w:p>
    <w:p w:rsidR="00223A08" w:rsidRDefault="00223A08" w:rsidP="009E5F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0pt;margin-top:590pt;width:111pt;height:87pt;z-index:251660288;mso-position-horizontal-relative:page;mso-position-vertical-relative:page;v-text-anchor:middle" o:allowincell="f" filled="f" stroked="f">
            <v:textbox style="mso-next-textbox:#_x0000_s1026" inset="10.8pt,7.2pt,10.8pt,7.2pt">
              <w:txbxContent>
                <w:p w:rsidR="00223A08" w:rsidRPr="0036413E" w:rsidRDefault="00223A08" w:rsidP="00D64612">
                  <w:pPr>
                    <w:spacing w:after="0" w:line="240" w:lineRule="auto"/>
                    <w:jc w:val="center"/>
                    <w:rPr>
                      <w:rFonts w:ascii="Cambria" w:hAnsi="Cambria"/>
                      <w:i/>
                      <w:iCs/>
                      <w:sz w:val="28"/>
                      <w:szCs w:val="28"/>
                    </w:rPr>
                  </w:pPr>
                  <w:r w:rsidRPr="0036413E">
                    <w:rPr>
                      <w:rFonts w:ascii="Cambria" w:hAnsi="Cambria"/>
                      <w:i/>
                      <w:iCs/>
                      <w:sz w:val="28"/>
                      <w:szCs w:val="28"/>
                    </w:rPr>
                    <w:t>На Ершовку, Ливенку, Воронцовку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left:0;text-align:left;margin-left:119.95pt;margin-top:363pt;width:242pt;height:31.15pt;z-index:251658240" fillcolor="#bfbfbf">
            <v:fill color2="fill darken(118)" rotate="t" method="linear sigma" focus="-50%" type="gradient"/>
          </v:shape>
        </w:pict>
      </w:r>
      <w:r>
        <w:rPr>
          <w:noProof/>
          <w:lang w:eastAsia="ru-RU"/>
        </w:rPr>
        <w:pict>
          <v:shape id="_x0000_s1028" type="#_x0000_t202" style="position:absolute;left:0;text-align:left;margin-left:258pt;margin-top:668.2pt;width:87pt;height:146.8pt;z-index:251657216;mso-position-horizontal-relative:page;mso-position-vertical-relative:page;v-text-anchor:middle" o:allowincell="f" filled="f">
            <v:textbox style="layout-flow:vertical;mso-layout-flow-alt:bottom-to-top;mso-next-textbox:#_x0000_s1028" inset="10.8pt,7.2pt,10.8pt,7.2pt">
              <w:txbxContent>
                <w:p w:rsidR="00223A08" w:rsidRPr="0036413E" w:rsidRDefault="00223A08">
                  <w:pPr>
                    <w:spacing w:after="0" w:line="360" w:lineRule="auto"/>
                    <w:jc w:val="center"/>
                    <w:rPr>
                      <w:rFonts w:ascii="Cambria" w:hAnsi="Cambria"/>
                      <w:i/>
                      <w:iCs/>
                      <w:sz w:val="36"/>
                      <w:szCs w:val="36"/>
                    </w:rPr>
                  </w:pPr>
                  <w:r w:rsidRPr="0036413E">
                    <w:rPr>
                      <w:rFonts w:ascii="Cambria" w:hAnsi="Cambria"/>
                      <w:i/>
                      <w:iCs/>
                      <w:sz w:val="36"/>
                      <w:szCs w:val="36"/>
                    </w:rPr>
                    <w:t>Частный сектор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ru-RU"/>
        </w:rPr>
        <w:pict>
          <v:shape id="_x0000_s1029" type="#_x0000_t202" style="position:absolute;left:0;text-align:left;margin-left:258pt;margin-top:356.2pt;width:138.2pt;height:265.8pt;z-index:251656192;mso-position-horizontal-relative:page;mso-position-vertical-relative:page;v-text-anchor:middle" o:allowincell="f" filled="f">
            <v:textbox style="layout-flow:vertical;mso-layout-flow-alt:bottom-to-top;mso-next-textbox:#_x0000_s1029" inset="10.8pt,7.2pt,10.8pt,7.2pt">
              <w:txbxContent>
                <w:p w:rsidR="00223A08" w:rsidRPr="0036413E" w:rsidRDefault="00223A08">
                  <w:pPr>
                    <w:spacing w:after="0" w:line="360" w:lineRule="auto"/>
                    <w:jc w:val="center"/>
                    <w:rPr>
                      <w:rFonts w:ascii="Cambria" w:hAnsi="Cambria"/>
                      <w:i/>
                      <w:iCs/>
                      <w:sz w:val="96"/>
                      <w:szCs w:val="96"/>
                    </w:rPr>
                  </w:pPr>
                  <w:r w:rsidRPr="0036413E">
                    <w:rPr>
                      <w:rFonts w:ascii="Cambria" w:hAnsi="Cambria"/>
                      <w:i/>
                      <w:iCs/>
                      <w:sz w:val="96"/>
                      <w:szCs w:val="96"/>
                    </w:rPr>
                    <w:t>Стоянка</w:t>
                  </w:r>
                </w:p>
              </w:txbxContent>
            </v:textbox>
            <w10:wrap type="square" anchorx="page" anchory="page"/>
          </v:shape>
        </w:pict>
      </w:r>
      <w:r>
        <w:rPr>
          <w:noProof/>
          <w:lang w:eastAsia="ru-RU"/>
        </w:rPr>
        <w:pict>
          <v:shape id="_x0000_s1030" type="#_x0000_t202" style="position:absolute;left:0;text-align:left;margin-left:116.35pt;margin-top:321.75pt;width:48.65pt;height:208.15pt;z-index:251655168;mso-position-horizontal-relative:page;mso-position-vertical-relative:page;v-text-anchor:middle" o:allowincell="f" filled="f" strokeweight=".25pt">
            <v:textbox style="layout-flow:vertical;mso-layout-flow-alt:bottom-to-top;mso-next-textbox:#_x0000_s1030" inset="10.8pt,7.2pt,10.8pt,7.2pt">
              <w:txbxContent>
                <w:p w:rsidR="00223A08" w:rsidRPr="0036413E" w:rsidRDefault="00223A08" w:rsidP="00332D71">
                  <w:pPr>
                    <w:spacing w:after="0" w:line="240" w:lineRule="auto"/>
                    <w:jc w:val="center"/>
                    <w:rPr>
                      <w:rFonts w:ascii="Cambria" w:hAnsi="Cambria"/>
                      <w:i/>
                      <w:iCs/>
                      <w:sz w:val="52"/>
                      <w:szCs w:val="52"/>
                    </w:rPr>
                  </w:pPr>
                  <w:r w:rsidRPr="0036413E">
                    <w:rPr>
                      <w:rFonts w:ascii="Cambria" w:hAnsi="Cambria"/>
                      <w:i/>
                      <w:iCs/>
                      <w:sz w:val="52"/>
                      <w:szCs w:val="52"/>
                    </w:rPr>
                    <w:t>Рынок</w:t>
                  </w:r>
                </w:p>
              </w:txbxContent>
            </v:textbox>
            <w10:wrap type="square" anchorx="page" anchory="page"/>
          </v:shape>
        </w:pict>
      </w:r>
      <w:r w:rsidRPr="00332D71">
        <w:rPr>
          <w:rFonts w:ascii="Times New Roman" w:hAnsi="Times New Roman"/>
          <w:b/>
          <w:sz w:val="24"/>
          <w:szCs w:val="24"/>
          <w:u w:val="single"/>
        </w:rPr>
        <w:t>Объезд Лосево  из Воронежа на Ростов</w:t>
      </w:r>
    </w:p>
    <w:p w:rsidR="00223A08" w:rsidRDefault="00223A08" w:rsidP="009E5F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23A08" w:rsidRDefault="00223A08" w:rsidP="009E5F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23A08" w:rsidRPr="00B34CB9" w:rsidRDefault="00223A08" w:rsidP="009E5F3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left:0;text-align:left;margin-left:109.95pt;margin-top:19.3pt;width:32pt;height:302.3pt;z-index:251659264" fillcolor="#bfbfbf">
            <v:fill color2="fill darken(118)" rotate="t" method="linear sigma" focus="-50%" type="gradient"/>
            <v:textbox style="layout-flow:vertical-ideographic"/>
          </v:shape>
        </w:pict>
      </w:r>
      <w:r>
        <w:rPr>
          <w:rFonts w:ascii="Times New Roman" w:hAnsi="Times New Roman"/>
          <w:sz w:val="24"/>
          <w:szCs w:val="24"/>
        </w:rPr>
        <w:t>А еще можно ехать</w:t>
      </w:r>
      <w:r w:rsidRPr="00B34CB9">
        <w:rPr>
          <w:rFonts w:ascii="Times New Roman" w:hAnsi="Times New Roman"/>
          <w:sz w:val="24"/>
          <w:szCs w:val="24"/>
        </w:rPr>
        <w:t xml:space="preserve"> через Острогож</w:t>
      </w:r>
      <w:r>
        <w:rPr>
          <w:rFonts w:ascii="Times New Roman" w:hAnsi="Times New Roman"/>
          <w:sz w:val="24"/>
          <w:szCs w:val="24"/>
        </w:rPr>
        <w:t>ск-Россошь-Кантемировку, выезжаем</w:t>
      </w:r>
      <w:r w:rsidRPr="00B34CB9">
        <w:rPr>
          <w:rFonts w:ascii="Times New Roman" w:hAnsi="Times New Roman"/>
          <w:sz w:val="24"/>
          <w:szCs w:val="24"/>
        </w:rPr>
        <w:t xml:space="preserve"> на М4 в районе Богучара</w:t>
      </w:r>
    </w:p>
    <w:p w:rsidR="00223A08" w:rsidRDefault="00223A08" w:rsidP="009E5F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23A08" w:rsidRDefault="00223A08" w:rsidP="009E5F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23A08" w:rsidRDefault="00223A08" w:rsidP="009E5F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23A08" w:rsidRDefault="00223A08" w:rsidP="009E5F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23A08" w:rsidRPr="00B34CB9" w:rsidRDefault="00223A08" w:rsidP="009E5F3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sectPr w:rsidR="00223A08" w:rsidRPr="00B34CB9" w:rsidSect="004F3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5F3B"/>
    <w:rsid w:val="00000142"/>
    <w:rsid w:val="000002D9"/>
    <w:rsid w:val="00001003"/>
    <w:rsid w:val="000029F5"/>
    <w:rsid w:val="00003588"/>
    <w:rsid w:val="000049BE"/>
    <w:rsid w:val="00007522"/>
    <w:rsid w:val="00020616"/>
    <w:rsid w:val="000208CD"/>
    <w:rsid w:val="000227EE"/>
    <w:rsid w:val="00023076"/>
    <w:rsid w:val="0002579F"/>
    <w:rsid w:val="00031EB4"/>
    <w:rsid w:val="00033DED"/>
    <w:rsid w:val="000402ED"/>
    <w:rsid w:val="000427C7"/>
    <w:rsid w:val="0004426C"/>
    <w:rsid w:val="00044367"/>
    <w:rsid w:val="00045D72"/>
    <w:rsid w:val="00047DBD"/>
    <w:rsid w:val="0005058B"/>
    <w:rsid w:val="00051D8B"/>
    <w:rsid w:val="000531B7"/>
    <w:rsid w:val="00054125"/>
    <w:rsid w:val="00054731"/>
    <w:rsid w:val="000551C8"/>
    <w:rsid w:val="000562AA"/>
    <w:rsid w:val="00056ABD"/>
    <w:rsid w:val="00056DED"/>
    <w:rsid w:val="00057AEC"/>
    <w:rsid w:val="0006040A"/>
    <w:rsid w:val="00062BA4"/>
    <w:rsid w:val="00063F6C"/>
    <w:rsid w:val="0006428F"/>
    <w:rsid w:val="00066A55"/>
    <w:rsid w:val="0007284A"/>
    <w:rsid w:val="000773EA"/>
    <w:rsid w:val="00080087"/>
    <w:rsid w:val="000823F2"/>
    <w:rsid w:val="00084744"/>
    <w:rsid w:val="00084D32"/>
    <w:rsid w:val="000856FA"/>
    <w:rsid w:val="0008586C"/>
    <w:rsid w:val="000910E6"/>
    <w:rsid w:val="000915AC"/>
    <w:rsid w:val="0009373F"/>
    <w:rsid w:val="00097574"/>
    <w:rsid w:val="000A0846"/>
    <w:rsid w:val="000A0D0E"/>
    <w:rsid w:val="000A189B"/>
    <w:rsid w:val="000A4587"/>
    <w:rsid w:val="000A7409"/>
    <w:rsid w:val="000B1555"/>
    <w:rsid w:val="000B1FAD"/>
    <w:rsid w:val="000B5AA5"/>
    <w:rsid w:val="000C2390"/>
    <w:rsid w:val="000C2820"/>
    <w:rsid w:val="000C3911"/>
    <w:rsid w:val="000C4157"/>
    <w:rsid w:val="000C47FB"/>
    <w:rsid w:val="000C4B15"/>
    <w:rsid w:val="000C510C"/>
    <w:rsid w:val="000C577F"/>
    <w:rsid w:val="000C67B0"/>
    <w:rsid w:val="000D0160"/>
    <w:rsid w:val="000D252C"/>
    <w:rsid w:val="000D32B6"/>
    <w:rsid w:val="000D4B42"/>
    <w:rsid w:val="000D51AF"/>
    <w:rsid w:val="000D6FCF"/>
    <w:rsid w:val="000E18C7"/>
    <w:rsid w:val="000E1FFA"/>
    <w:rsid w:val="000E2186"/>
    <w:rsid w:val="000E670A"/>
    <w:rsid w:val="000E6AA6"/>
    <w:rsid w:val="000F3E61"/>
    <w:rsid w:val="000F4AD7"/>
    <w:rsid w:val="00112C69"/>
    <w:rsid w:val="0011583C"/>
    <w:rsid w:val="00117E85"/>
    <w:rsid w:val="00124623"/>
    <w:rsid w:val="001255C8"/>
    <w:rsid w:val="001256C6"/>
    <w:rsid w:val="001264E1"/>
    <w:rsid w:val="00126651"/>
    <w:rsid w:val="0013055A"/>
    <w:rsid w:val="0013372E"/>
    <w:rsid w:val="00133909"/>
    <w:rsid w:val="001428C6"/>
    <w:rsid w:val="00142A59"/>
    <w:rsid w:val="001431BB"/>
    <w:rsid w:val="00143A76"/>
    <w:rsid w:val="00143D80"/>
    <w:rsid w:val="001448DA"/>
    <w:rsid w:val="00145ADF"/>
    <w:rsid w:val="001466A4"/>
    <w:rsid w:val="001468D9"/>
    <w:rsid w:val="0015088E"/>
    <w:rsid w:val="00151394"/>
    <w:rsid w:val="00152C9D"/>
    <w:rsid w:val="00152DA7"/>
    <w:rsid w:val="00155D0A"/>
    <w:rsid w:val="001625D2"/>
    <w:rsid w:val="0016477E"/>
    <w:rsid w:val="00164E19"/>
    <w:rsid w:val="00166587"/>
    <w:rsid w:val="0016674F"/>
    <w:rsid w:val="00170903"/>
    <w:rsid w:val="001716B6"/>
    <w:rsid w:val="00180B6A"/>
    <w:rsid w:val="00182A4F"/>
    <w:rsid w:val="00183CA3"/>
    <w:rsid w:val="00184CCA"/>
    <w:rsid w:val="001937A3"/>
    <w:rsid w:val="0019505F"/>
    <w:rsid w:val="001960B3"/>
    <w:rsid w:val="00196605"/>
    <w:rsid w:val="001A1E23"/>
    <w:rsid w:val="001A300D"/>
    <w:rsid w:val="001A3BB5"/>
    <w:rsid w:val="001A4693"/>
    <w:rsid w:val="001B0040"/>
    <w:rsid w:val="001B319A"/>
    <w:rsid w:val="001B40AE"/>
    <w:rsid w:val="001B7DB8"/>
    <w:rsid w:val="001B7FD3"/>
    <w:rsid w:val="001C29E1"/>
    <w:rsid w:val="001C36A2"/>
    <w:rsid w:val="001C389E"/>
    <w:rsid w:val="001C46DD"/>
    <w:rsid w:val="001C5446"/>
    <w:rsid w:val="001C6149"/>
    <w:rsid w:val="001C71A1"/>
    <w:rsid w:val="001D0D1C"/>
    <w:rsid w:val="001E07B1"/>
    <w:rsid w:val="001E1C10"/>
    <w:rsid w:val="001E3C4F"/>
    <w:rsid w:val="001E44BD"/>
    <w:rsid w:val="001E4D6D"/>
    <w:rsid w:val="001E70CD"/>
    <w:rsid w:val="001F4944"/>
    <w:rsid w:val="001F529C"/>
    <w:rsid w:val="001F569D"/>
    <w:rsid w:val="001F5C0D"/>
    <w:rsid w:val="00201963"/>
    <w:rsid w:val="0020651F"/>
    <w:rsid w:val="00206CD1"/>
    <w:rsid w:val="00207D3C"/>
    <w:rsid w:val="0021167C"/>
    <w:rsid w:val="0021201A"/>
    <w:rsid w:val="0021361E"/>
    <w:rsid w:val="00217002"/>
    <w:rsid w:val="00223A08"/>
    <w:rsid w:val="00223BB1"/>
    <w:rsid w:val="002263D7"/>
    <w:rsid w:val="002270E8"/>
    <w:rsid w:val="00230B0B"/>
    <w:rsid w:val="00230B72"/>
    <w:rsid w:val="00231811"/>
    <w:rsid w:val="0023282F"/>
    <w:rsid w:val="0023502E"/>
    <w:rsid w:val="00242761"/>
    <w:rsid w:val="0024569F"/>
    <w:rsid w:val="0025764E"/>
    <w:rsid w:val="002600FF"/>
    <w:rsid w:val="00263AFD"/>
    <w:rsid w:val="00264811"/>
    <w:rsid w:val="00267D0F"/>
    <w:rsid w:val="002714F5"/>
    <w:rsid w:val="002718F7"/>
    <w:rsid w:val="00273760"/>
    <w:rsid w:val="00273C5E"/>
    <w:rsid w:val="002745C1"/>
    <w:rsid w:val="00275000"/>
    <w:rsid w:val="00276B57"/>
    <w:rsid w:val="00276D45"/>
    <w:rsid w:val="00277B0A"/>
    <w:rsid w:val="002800E2"/>
    <w:rsid w:val="00280ADB"/>
    <w:rsid w:val="00282E9E"/>
    <w:rsid w:val="002848E0"/>
    <w:rsid w:val="00286903"/>
    <w:rsid w:val="0029115C"/>
    <w:rsid w:val="00294638"/>
    <w:rsid w:val="00295522"/>
    <w:rsid w:val="0029605C"/>
    <w:rsid w:val="00297216"/>
    <w:rsid w:val="00297934"/>
    <w:rsid w:val="00297BC8"/>
    <w:rsid w:val="002A34ED"/>
    <w:rsid w:val="002A44BB"/>
    <w:rsid w:val="002A60A3"/>
    <w:rsid w:val="002A683E"/>
    <w:rsid w:val="002A6C67"/>
    <w:rsid w:val="002B10BA"/>
    <w:rsid w:val="002C01A0"/>
    <w:rsid w:val="002C105A"/>
    <w:rsid w:val="002C7B57"/>
    <w:rsid w:val="002D0FA1"/>
    <w:rsid w:val="002D2A5B"/>
    <w:rsid w:val="002D37D0"/>
    <w:rsid w:val="002D6EFF"/>
    <w:rsid w:val="002D7ED8"/>
    <w:rsid w:val="002E05D0"/>
    <w:rsid w:val="002E3E76"/>
    <w:rsid w:val="002E5108"/>
    <w:rsid w:val="002E55F3"/>
    <w:rsid w:val="002E625F"/>
    <w:rsid w:val="002F3FF1"/>
    <w:rsid w:val="002F42FE"/>
    <w:rsid w:val="002F62D1"/>
    <w:rsid w:val="002F76A0"/>
    <w:rsid w:val="0030126A"/>
    <w:rsid w:val="00301FC1"/>
    <w:rsid w:val="00302C3D"/>
    <w:rsid w:val="003058F6"/>
    <w:rsid w:val="00305F49"/>
    <w:rsid w:val="003060AA"/>
    <w:rsid w:val="00307145"/>
    <w:rsid w:val="00313936"/>
    <w:rsid w:val="00314DBF"/>
    <w:rsid w:val="00314EDA"/>
    <w:rsid w:val="00315FA5"/>
    <w:rsid w:val="00316147"/>
    <w:rsid w:val="003168E6"/>
    <w:rsid w:val="00317CF3"/>
    <w:rsid w:val="0032177B"/>
    <w:rsid w:val="003245DE"/>
    <w:rsid w:val="00324629"/>
    <w:rsid w:val="00324E8F"/>
    <w:rsid w:val="003262D5"/>
    <w:rsid w:val="003271B7"/>
    <w:rsid w:val="00327509"/>
    <w:rsid w:val="00332D71"/>
    <w:rsid w:val="00334026"/>
    <w:rsid w:val="003353EE"/>
    <w:rsid w:val="00335C5B"/>
    <w:rsid w:val="0033717C"/>
    <w:rsid w:val="0034157B"/>
    <w:rsid w:val="003418B2"/>
    <w:rsid w:val="00342D3A"/>
    <w:rsid w:val="0034390E"/>
    <w:rsid w:val="00343E6C"/>
    <w:rsid w:val="003446B0"/>
    <w:rsid w:val="003530AB"/>
    <w:rsid w:val="00353742"/>
    <w:rsid w:val="00355D5E"/>
    <w:rsid w:val="0035653D"/>
    <w:rsid w:val="00356981"/>
    <w:rsid w:val="00357C95"/>
    <w:rsid w:val="003633F9"/>
    <w:rsid w:val="0036413E"/>
    <w:rsid w:val="003645E7"/>
    <w:rsid w:val="00370927"/>
    <w:rsid w:val="003761D4"/>
    <w:rsid w:val="0038259F"/>
    <w:rsid w:val="00382E08"/>
    <w:rsid w:val="0038355C"/>
    <w:rsid w:val="003844AC"/>
    <w:rsid w:val="003910A3"/>
    <w:rsid w:val="00392688"/>
    <w:rsid w:val="00392CB7"/>
    <w:rsid w:val="00392F70"/>
    <w:rsid w:val="00393432"/>
    <w:rsid w:val="00397AAA"/>
    <w:rsid w:val="003A38E1"/>
    <w:rsid w:val="003A42DE"/>
    <w:rsid w:val="003A4BAD"/>
    <w:rsid w:val="003A6503"/>
    <w:rsid w:val="003A6774"/>
    <w:rsid w:val="003A6883"/>
    <w:rsid w:val="003A73EB"/>
    <w:rsid w:val="003B559B"/>
    <w:rsid w:val="003B66EB"/>
    <w:rsid w:val="003C0F04"/>
    <w:rsid w:val="003C351E"/>
    <w:rsid w:val="003C4419"/>
    <w:rsid w:val="003D42BA"/>
    <w:rsid w:val="003D4A49"/>
    <w:rsid w:val="003D6C2E"/>
    <w:rsid w:val="003D778F"/>
    <w:rsid w:val="003E2B7D"/>
    <w:rsid w:val="003E32A2"/>
    <w:rsid w:val="003E5D1A"/>
    <w:rsid w:val="003F0E17"/>
    <w:rsid w:val="003F18F9"/>
    <w:rsid w:val="00403D80"/>
    <w:rsid w:val="00404DCC"/>
    <w:rsid w:val="00404E6F"/>
    <w:rsid w:val="00406858"/>
    <w:rsid w:val="0040726B"/>
    <w:rsid w:val="004146DC"/>
    <w:rsid w:val="004159EB"/>
    <w:rsid w:val="00417A03"/>
    <w:rsid w:val="00422B63"/>
    <w:rsid w:val="004258AC"/>
    <w:rsid w:val="00427175"/>
    <w:rsid w:val="00427B56"/>
    <w:rsid w:val="0043077E"/>
    <w:rsid w:val="0043111B"/>
    <w:rsid w:val="0043495F"/>
    <w:rsid w:val="004365A2"/>
    <w:rsid w:val="00447D82"/>
    <w:rsid w:val="00453902"/>
    <w:rsid w:val="00457A74"/>
    <w:rsid w:val="0046281A"/>
    <w:rsid w:val="00463F8D"/>
    <w:rsid w:val="00466A6C"/>
    <w:rsid w:val="004709E4"/>
    <w:rsid w:val="00470A54"/>
    <w:rsid w:val="004720CB"/>
    <w:rsid w:val="00477D4D"/>
    <w:rsid w:val="0048302B"/>
    <w:rsid w:val="00483769"/>
    <w:rsid w:val="00484D51"/>
    <w:rsid w:val="004852EC"/>
    <w:rsid w:val="004910C2"/>
    <w:rsid w:val="00492291"/>
    <w:rsid w:val="00494312"/>
    <w:rsid w:val="00495C05"/>
    <w:rsid w:val="00497337"/>
    <w:rsid w:val="004A2657"/>
    <w:rsid w:val="004A2AB3"/>
    <w:rsid w:val="004A677F"/>
    <w:rsid w:val="004A6A51"/>
    <w:rsid w:val="004A6CE3"/>
    <w:rsid w:val="004B14A4"/>
    <w:rsid w:val="004B15DD"/>
    <w:rsid w:val="004B1DCB"/>
    <w:rsid w:val="004B4470"/>
    <w:rsid w:val="004C0462"/>
    <w:rsid w:val="004C1729"/>
    <w:rsid w:val="004C3750"/>
    <w:rsid w:val="004C3EF4"/>
    <w:rsid w:val="004C4943"/>
    <w:rsid w:val="004C54BE"/>
    <w:rsid w:val="004C68D7"/>
    <w:rsid w:val="004D2276"/>
    <w:rsid w:val="004D2E83"/>
    <w:rsid w:val="004E0323"/>
    <w:rsid w:val="004E16EF"/>
    <w:rsid w:val="004F36DE"/>
    <w:rsid w:val="004F3A7B"/>
    <w:rsid w:val="004F576F"/>
    <w:rsid w:val="004F71BF"/>
    <w:rsid w:val="005001F9"/>
    <w:rsid w:val="0050111B"/>
    <w:rsid w:val="00506715"/>
    <w:rsid w:val="00510152"/>
    <w:rsid w:val="00513877"/>
    <w:rsid w:val="00516A07"/>
    <w:rsid w:val="00516A91"/>
    <w:rsid w:val="00517192"/>
    <w:rsid w:val="00525E66"/>
    <w:rsid w:val="00526E74"/>
    <w:rsid w:val="00530FE4"/>
    <w:rsid w:val="005311D2"/>
    <w:rsid w:val="00531E0B"/>
    <w:rsid w:val="00531F6C"/>
    <w:rsid w:val="0054052B"/>
    <w:rsid w:val="0054254D"/>
    <w:rsid w:val="00543796"/>
    <w:rsid w:val="00545058"/>
    <w:rsid w:val="00550B30"/>
    <w:rsid w:val="00552DC2"/>
    <w:rsid w:val="00554E7A"/>
    <w:rsid w:val="00556434"/>
    <w:rsid w:val="0056083B"/>
    <w:rsid w:val="00561D7F"/>
    <w:rsid w:val="005622B5"/>
    <w:rsid w:val="005660AD"/>
    <w:rsid w:val="005678F1"/>
    <w:rsid w:val="005706A7"/>
    <w:rsid w:val="00571A2E"/>
    <w:rsid w:val="00573FD2"/>
    <w:rsid w:val="005741F4"/>
    <w:rsid w:val="00576AE9"/>
    <w:rsid w:val="00577D79"/>
    <w:rsid w:val="00577F7C"/>
    <w:rsid w:val="0058319D"/>
    <w:rsid w:val="00586AB7"/>
    <w:rsid w:val="00590A29"/>
    <w:rsid w:val="00593E42"/>
    <w:rsid w:val="005A40CE"/>
    <w:rsid w:val="005A5743"/>
    <w:rsid w:val="005A79BC"/>
    <w:rsid w:val="005B188A"/>
    <w:rsid w:val="005B2EAF"/>
    <w:rsid w:val="005B48D2"/>
    <w:rsid w:val="005B5CC7"/>
    <w:rsid w:val="005C06B8"/>
    <w:rsid w:val="005C1A79"/>
    <w:rsid w:val="005C205A"/>
    <w:rsid w:val="005C20E3"/>
    <w:rsid w:val="005C553B"/>
    <w:rsid w:val="005C5EB9"/>
    <w:rsid w:val="005C646D"/>
    <w:rsid w:val="005C7A3F"/>
    <w:rsid w:val="005D12C6"/>
    <w:rsid w:val="005D2B2C"/>
    <w:rsid w:val="005E3CEE"/>
    <w:rsid w:val="005F01F5"/>
    <w:rsid w:val="005F15FF"/>
    <w:rsid w:val="005F1B99"/>
    <w:rsid w:val="005F3E20"/>
    <w:rsid w:val="005F4C43"/>
    <w:rsid w:val="005F5ED1"/>
    <w:rsid w:val="005F65D4"/>
    <w:rsid w:val="00602005"/>
    <w:rsid w:val="00611022"/>
    <w:rsid w:val="006155C4"/>
    <w:rsid w:val="006175A4"/>
    <w:rsid w:val="00621DE1"/>
    <w:rsid w:val="0062200F"/>
    <w:rsid w:val="00622E2E"/>
    <w:rsid w:val="00627176"/>
    <w:rsid w:val="006278FD"/>
    <w:rsid w:val="0063046F"/>
    <w:rsid w:val="0063598E"/>
    <w:rsid w:val="00637242"/>
    <w:rsid w:val="006373D9"/>
    <w:rsid w:val="00637539"/>
    <w:rsid w:val="00640CE6"/>
    <w:rsid w:val="0064336D"/>
    <w:rsid w:val="00643E82"/>
    <w:rsid w:val="006540DD"/>
    <w:rsid w:val="00657047"/>
    <w:rsid w:val="0066156A"/>
    <w:rsid w:val="00664063"/>
    <w:rsid w:val="00667961"/>
    <w:rsid w:val="00684F97"/>
    <w:rsid w:val="0068605F"/>
    <w:rsid w:val="006940B9"/>
    <w:rsid w:val="0069540B"/>
    <w:rsid w:val="00696E4C"/>
    <w:rsid w:val="006A1148"/>
    <w:rsid w:val="006A2045"/>
    <w:rsid w:val="006A20F6"/>
    <w:rsid w:val="006A300F"/>
    <w:rsid w:val="006A3229"/>
    <w:rsid w:val="006B3D7A"/>
    <w:rsid w:val="006B5580"/>
    <w:rsid w:val="006B6B02"/>
    <w:rsid w:val="006B71B6"/>
    <w:rsid w:val="006B745F"/>
    <w:rsid w:val="006B7C46"/>
    <w:rsid w:val="006C1333"/>
    <w:rsid w:val="006C1637"/>
    <w:rsid w:val="006C1FEB"/>
    <w:rsid w:val="006C5027"/>
    <w:rsid w:val="006D11B3"/>
    <w:rsid w:val="006D15AA"/>
    <w:rsid w:val="006D1BFF"/>
    <w:rsid w:val="006D369A"/>
    <w:rsid w:val="006D6318"/>
    <w:rsid w:val="006D77F7"/>
    <w:rsid w:val="006E0E71"/>
    <w:rsid w:val="006E4117"/>
    <w:rsid w:val="006E6ED1"/>
    <w:rsid w:val="006F0F4B"/>
    <w:rsid w:val="006F5412"/>
    <w:rsid w:val="006F5A4C"/>
    <w:rsid w:val="007029EC"/>
    <w:rsid w:val="00704155"/>
    <w:rsid w:val="007053D4"/>
    <w:rsid w:val="0071055B"/>
    <w:rsid w:val="007107EC"/>
    <w:rsid w:val="00711B0A"/>
    <w:rsid w:val="007123D1"/>
    <w:rsid w:val="0071298B"/>
    <w:rsid w:val="00723E1D"/>
    <w:rsid w:val="00726587"/>
    <w:rsid w:val="0072725A"/>
    <w:rsid w:val="00727932"/>
    <w:rsid w:val="00732018"/>
    <w:rsid w:val="007358F4"/>
    <w:rsid w:val="007410BE"/>
    <w:rsid w:val="00741792"/>
    <w:rsid w:val="00741E56"/>
    <w:rsid w:val="00741FF3"/>
    <w:rsid w:val="00744D4A"/>
    <w:rsid w:val="00745B2A"/>
    <w:rsid w:val="00751F91"/>
    <w:rsid w:val="007527F3"/>
    <w:rsid w:val="00752CF7"/>
    <w:rsid w:val="007535F9"/>
    <w:rsid w:val="00753B77"/>
    <w:rsid w:val="00756870"/>
    <w:rsid w:val="00757C0F"/>
    <w:rsid w:val="00757F97"/>
    <w:rsid w:val="007611BC"/>
    <w:rsid w:val="00761213"/>
    <w:rsid w:val="00763CA8"/>
    <w:rsid w:val="00767376"/>
    <w:rsid w:val="00770B66"/>
    <w:rsid w:val="007712E5"/>
    <w:rsid w:val="0077325D"/>
    <w:rsid w:val="0077640B"/>
    <w:rsid w:val="0078515F"/>
    <w:rsid w:val="007864BF"/>
    <w:rsid w:val="00795F73"/>
    <w:rsid w:val="00795F92"/>
    <w:rsid w:val="007965D8"/>
    <w:rsid w:val="007A0AB2"/>
    <w:rsid w:val="007A0BFE"/>
    <w:rsid w:val="007A1424"/>
    <w:rsid w:val="007A2A0E"/>
    <w:rsid w:val="007A2FBF"/>
    <w:rsid w:val="007A3032"/>
    <w:rsid w:val="007B4757"/>
    <w:rsid w:val="007B493B"/>
    <w:rsid w:val="007B4E2B"/>
    <w:rsid w:val="007B77AF"/>
    <w:rsid w:val="007C1CC9"/>
    <w:rsid w:val="007C1EF4"/>
    <w:rsid w:val="007C680B"/>
    <w:rsid w:val="007C7ED4"/>
    <w:rsid w:val="007D19D3"/>
    <w:rsid w:val="007D1AD5"/>
    <w:rsid w:val="007D2AD9"/>
    <w:rsid w:val="007D330B"/>
    <w:rsid w:val="007D4D3B"/>
    <w:rsid w:val="007D606A"/>
    <w:rsid w:val="007D635B"/>
    <w:rsid w:val="007D6400"/>
    <w:rsid w:val="007D7B7B"/>
    <w:rsid w:val="007E32C9"/>
    <w:rsid w:val="007E3416"/>
    <w:rsid w:val="007E7385"/>
    <w:rsid w:val="007F2672"/>
    <w:rsid w:val="007F3315"/>
    <w:rsid w:val="007F3A95"/>
    <w:rsid w:val="007F4A1F"/>
    <w:rsid w:val="007F5086"/>
    <w:rsid w:val="007F61B9"/>
    <w:rsid w:val="007F7A98"/>
    <w:rsid w:val="00800319"/>
    <w:rsid w:val="00800F17"/>
    <w:rsid w:val="00802334"/>
    <w:rsid w:val="008024DE"/>
    <w:rsid w:val="00803B64"/>
    <w:rsid w:val="00805FB0"/>
    <w:rsid w:val="008070E2"/>
    <w:rsid w:val="008071E1"/>
    <w:rsid w:val="008102DE"/>
    <w:rsid w:val="0081153D"/>
    <w:rsid w:val="0081400C"/>
    <w:rsid w:val="008151C1"/>
    <w:rsid w:val="00816192"/>
    <w:rsid w:val="00822F69"/>
    <w:rsid w:val="00824DC1"/>
    <w:rsid w:val="00826A54"/>
    <w:rsid w:val="0083025B"/>
    <w:rsid w:val="008316CD"/>
    <w:rsid w:val="008317ED"/>
    <w:rsid w:val="0083345E"/>
    <w:rsid w:val="0084431D"/>
    <w:rsid w:val="00846C0B"/>
    <w:rsid w:val="00851127"/>
    <w:rsid w:val="00853659"/>
    <w:rsid w:val="00853E38"/>
    <w:rsid w:val="008549BA"/>
    <w:rsid w:val="00854DAA"/>
    <w:rsid w:val="00855542"/>
    <w:rsid w:val="00856C7F"/>
    <w:rsid w:val="00861291"/>
    <w:rsid w:val="00861F8E"/>
    <w:rsid w:val="00866515"/>
    <w:rsid w:val="00871F6A"/>
    <w:rsid w:val="00874AAC"/>
    <w:rsid w:val="0087555C"/>
    <w:rsid w:val="00875D03"/>
    <w:rsid w:val="00881697"/>
    <w:rsid w:val="008849E2"/>
    <w:rsid w:val="00890823"/>
    <w:rsid w:val="00890E30"/>
    <w:rsid w:val="008926A3"/>
    <w:rsid w:val="008932B5"/>
    <w:rsid w:val="008A1027"/>
    <w:rsid w:val="008A197C"/>
    <w:rsid w:val="008A418C"/>
    <w:rsid w:val="008A7A6C"/>
    <w:rsid w:val="008B5557"/>
    <w:rsid w:val="008C0546"/>
    <w:rsid w:val="008C054A"/>
    <w:rsid w:val="008C08CC"/>
    <w:rsid w:val="008C1208"/>
    <w:rsid w:val="008C4A51"/>
    <w:rsid w:val="008C5697"/>
    <w:rsid w:val="008C648C"/>
    <w:rsid w:val="008C68BB"/>
    <w:rsid w:val="008C7A50"/>
    <w:rsid w:val="008D05A2"/>
    <w:rsid w:val="008D13E3"/>
    <w:rsid w:val="008D5B4B"/>
    <w:rsid w:val="008D6011"/>
    <w:rsid w:val="008E1CBF"/>
    <w:rsid w:val="008E53E7"/>
    <w:rsid w:val="008E614E"/>
    <w:rsid w:val="008F0DAE"/>
    <w:rsid w:val="008F34D2"/>
    <w:rsid w:val="008F3963"/>
    <w:rsid w:val="008F525C"/>
    <w:rsid w:val="0090350A"/>
    <w:rsid w:val="009049FC"/>
    <w:rsid w:val="00906C03"/>
    <w:rsid w:val="00907D64"/>
    <w:rsid w:val="0091637A"/>
    <w:rsid w:val="00916C0D"/>
    <w:rsid w:val="00921889"/>
    <w:rsid w:val="009228ED"/>
    <w:rsid w:val="00922E9E"/>
    <w:rsid w:val="009238C3"/>
    <w:rsid w:val="0092540E"/>
    <w:rsid w:val="00927584"/>
    <w:rsid w:val="00931766"/>
    <w:rsid w:val="0093243B"/>
    <w:rsid w:val="00933498"/>
    <w:rsid w:val="0093575C"/>
    <w:rsid w:val="0093771E"/>
    <w:rsid w:val="00943402"/>
    <w:rsid w:val="00945753"/>
    <w:rsid w:val="00950FAB"/>
    <w:rsid w:val="00952480"/>
    <w:rsid w:val="00952F19"/>
    <w:rsid w:val="0095314A"/>
    <w:rsid w:val="00953E83"/>
    <w:rsid w:val="0095614B"/>
    <w:rsid w:val="00956CAC"/>
    <w:rsid w:val="00957CB3"/>
    <w:rsid w:val="009617DF"/>
    <w:rsid w:val="00961CB0"/>
    <w:rsid w:val="0096226C"/>
    <w:rsid w:val="00963002"/>
    <w:rsid w:val="009639CA"/>
    <w:rsid w:val="009664C0"/>
    <w:rsid w:val="00967833"/>
    <w:rsid w:val="009709C6"/>
    <w:rsid w:val="00971A52"/>
    <w:rsid w:val="00974D8D"/>
    <w:rsid w:val="0097566F"/>
    <w:rsid w:val="009830D7"/>
    <w:rsid w:val="009867FC"/>
    <w:rsid w:val="0098703C"/>
    <w:rsid w:val="0098769D"/>
    <w:rsid w:val="00991C69"/>
    <w:rsid w:val="00991D19"/>
    <w:rsid w:val="0099264E"/>
    <w:rsid w:val="00993EA4"/>
    <w:rsid w:val="0099505B"/>
    <w:rsid w:val="009954D6"/>
    <w:rsid w:val="009955A2"/>
    <w:rsid w:val="00996250"/>
    <w:rsid w:val="009B00F8"/>
    <w:rsid w:val="009B3661"/>
    <w:rsid w:val="009B3A7F"/>
    <w:rsid w:val="009B4B56"/>
    <w:rsid w:val="009B664F"/>
    <w:rsid w:val="009C214B"/>
    <w:rsid w:val="009C29BE"/>
    <w:rsid w:val="009C2F92"/>
    <w:rsid w:val="009C3EE9"/>
    <w:rsid w:val="009C4C08"/>
    <w:rsid w:val="009C58C2"/>
    <w:rsid w:val="009C5DFF"/>
    <w:rsid w:val="009C7D10"/>
    <w:rsid w:val="009D3D1C"/>
    <w:rsid w:val="009D613A"/>
    <w:rsid w:val="009E39D2"/>
    <w:rsid w:val="009E5F3B"/>
    <w:rsid w:val="009E6181"/>
    <w:rsid w:val="009E6554"/>
    <w:rsid w:val="009E7484"/>
    <w:rsid w:val="009F156A"/>
    <w:rsid w:val="009F30C0"/>
    <w:rsid w:val="009F6EFD"/>
    <w:rsid w:val="00A00D90"/>
    <w:rsid w:val="00A0455E"/>
    <w:rsid w:val="00A0741F"/>
    <w:rsid w:val="00A074B8"/>
    <w:rsid w:val="00A07D9D"/>
    <w:rsid w:val="00A105BF"/>
    <w:rsid w:val="00A10656"/>
    <w:rsid w:val="00A2177D"/>
    <w:rsid w:val="00A26FC4"/>
    <w:rsid w:val="00A27431"/>
    <w:rsid w:val="00A31D8C"/>
    <w:rsid w:val="00A349F6"/>
    <w:rsid w:val="00A35B17"/>
    <w:rsid w:val="00A36403"/>
    <w:rsid w:val="00A46819"/>
    <w:rsid w:val="00A46AF3"/>
    <w:rsid w:val="00A500F5"/>
    <w:rsid w:val="00A517B8"/>
    <w:rsid w:val="00A52C96"/>
    <w:rsid w:val="00A5499F"/>
    <w:rsid w:val="00A54BF3"/>
    <w:rsid w:val="00A54E1E"/>
    <w:rsid w:val="00A55B8B"/>
    <w:rsid w:val="00A563C2"/>
    <w:rsid w:val="00A6192F"/>
    <w:rsid w:val="00A61B9C"/>
    <w:rsid w:val="00A634F5"/>
    <w:rsid w:val="00A713B3"/>
    <w:rsid w:val="00A73C73"/>
    <w:rsid w:val="00A763FE"/>
    <w:rsid w:val="00A820F7"/>
    <w:rsid w:val="00A82B68"/>
    <w:rsid w:val="00A848F7"/>
    <w:rsid w:val="00A878E0"/>
    <w:rsid w:val="00A9061B"/>
    <w:rsid w:val="00A907F1"/>
    <w:rsid w:val="00A94828"/>
    <w:rsid w:val="00A97DB5"/>
    <w:rsid w:val="00AA0803"/>
    <w:rsid w:val="00AA0AEA"/>
    <w:rsid w:val="00AA59A4"/>
    <w:rsid w:val="00AA5B9B"/>
    <w:rsid w:val="00AA661B"/>
    <w:rsid w:val="00AB24E5"/>
    <w:rsid w:val="00AB6E6D"/>
    <w:rsid w:val="00AC0599"/>
    <w:rsid w:val="00AC273A"/>
    <w:rsid w:val="00AD2FB5"/>
    <w:rsid w:val="00AD54FD"/>
    <w:rsid w:val="00AD6026"/>
    <w:rsid w:val="00AD6FB8"/>
    <w:rsid w:val="00AD776B"/>
    <w:rsid w:val="00AE0F03"/>
    <w:rsid w:val="00AE18A7"/>
    <w:rsid w:val="00AE2424"/>
    <w:rsid w:val="00AE2E61"/>
    <w:rsid w:val="00AE6284"/>
    <w:rsid w:val="00AE681F"/>
    <w:rsid w:val="00AF401C"/>
    <w:rsid w:val="00AF4257"/>
    <w:rsid w:val="00AF5660"/>
    <w:rsid w:val="00AF7EC8"/>
    <w:rsid w:val="00B013B2"/>
    <w:rsid w:val="00B03204"/>
    <w:rsid w:val="00B044C6"/>
    <w:rsid w:val="00B12F32"/>
    <w:rsid w:val="00B1434D"/>
    <w:rsid w:val="00B16311"/>
    <w:rsid w:val="00B204E3"/>
    <w:rsid w:val="00B20A4F"/>
    <w:rsid w:val="00B24F91"/>
    <w:rsid w:val="00B27360"/>
    <w:rsid w:val="00B27900"/>
    <w:rsid w:val="00B30071"/>
    <w:rsid w:val="00B30F47"/>
    <w:rsid w:val="00B33339"/>
    <w:rsid w:val="00B34CB9"/>
    <w:rsid w:val="00B35C31"/>
    <w:rsid w:val="00B40622"/>
    <w:rsid w:val="00B416D3"/>
    <w:rsid w:val="00B4302F"/>
    <w:rsid w:val="00B44DA0"/>
    <w:rsid w:val="00B45B54"/>
    <w:rsid w:val="00B51513"/>
    <w:rsid w:val="00B52751"/>
    <w:rsid w:val="00B55F57"/>
    <w:rsid w:val="00B56B30"/>
    <w:rsid w:val="00B57F82"/>
    <w:rsid w:val="00B62113"/>
    <w:rsid w:val="00B63724"/>
    <w:rsid w:val="00B63A39"/>
    <w:rsid w:val="00B63C09"/>
    <w:rsid w:val="00B64394"/>
    <w:rsid w:val="00B64DBB"/>
    <w:rsid w:val="00B65846"/>
    <w:rsid w:val="00B66307"/>
    <w:rsid w:val="00B70078"/>
    <w:rsid w:val="00B71A79"/>
    <w:rsid w:val="00B722AE"/>
    <w:rsid w:val="00B745AE"/>
    <w:rsid w:val="00B75815"/>
    <w:rsid w:val="00B821D6"/>
    <w:rsid w:val="00B848A8"/>
    <w:rsid w:val="00B8591F"/>
    <w:rsid w:val="00B866D8"/>
    <w:rsid w:val="00B87258"/>
    <w:rsid w:val="00B87C11"/>
    <w:rsid w:val="00B9185F"/>
    <w:rsid w:val="00B9276B"/>
    <w:rsid w:val="00B944DD"/>
    <w:rsid w:val="00B960BD"/>
    <w:rsid w:val="00BA0ED3"/>
    <w:rsid w:val="00BA2D8C"/>
    <w:rsid w:val="00BA5183"/>
    <w:rsid w:val="00BA5B8A"/>
    <w:rsid w:val="00BA6951"/>
    <w:rsid w:val="00BB3E98"/>
    <w:rsid w:val="00BB51B8"/>
    <w:rsid w:val="00BB5CB3"/>
    <w:rsid w:val="00BC11C8"/>
    <w:rsid w:val="00BC2BF3"/>
    <w:rsid w:val="00BC3A89"/>
    <w:rsid w:val="00BC431A"/>
    <w:rsid w:val="00BC6A31"/>
    <w:rsid w:val="00BD1396"/>
    <w:rsid w:val="00BD1E8F"/>
    <w:rsid w:val="00BD3449"/>
    <w:rsid w:val="00BD3C65"/>
    <w:rsid w:val="00BD4F60"/>
    <w:rsid w:val="00BD5162"/>
    <w:rsid w:val="00BD635E"/>
    <w:rsid w:val="00BE278A"/>
    <w:rsid w:val="00BE3873"/>
    <w:rsid w:val="00BE6D23"/>
    <w:rsid w:val="00BE6E25"/>
    <w:rsid w:val="00BE7147"/>
    <w:rsid w:val="00BF07A0"/>
    <w:rsid w:val="00BF1C0B"/>
    <w:rsid w:val="00C038C7"/>
    <w:rsid w:val="00C05A0C"/>
    <w:rsid w:val="00C0677D"/>
    <w:rsid w:val="00C1457D"/>
    <w:rsid w:val="00C145AD"/>
    <w:rsid w:val="00C15538"/>
    <w:rsid w:val="00C15DCE"/>
    <w:rsid w:val="00C16D91"/>
    <w:rsid w:val="00C231D8"/>
    <w:rsid w:val="00C23A9E"/>
    <w:rsid w:val="00C23C4C"/>
    <w:rsid w:val="00C23D3B"/>
    <w:rsid w:val="00C24B0D"/>
    <w:rsid w:val="00C25056"/>
    <w:rsid w:val="00C262FF"/>
    <w:rsid w:val="00C301BA"/>
    <w:rsid w:val="00C340D5"/>
    <w:rsid w:val="00C352DF"/>
    <w:rsid w:val="00C406B7"/>
    <w:rsid w:val="00C41C3E"/>
    <w:rsid w:val="00C44D91"/>
    <w:rsid w:val="00C45A85"/>
    <w:rsid w:val="00C52015"/>
    <w:rsid w:val="00C5340B"/>
    <w:rsid w:val="00C61060"/>
    <w:rsid w:val="00C7130D"/>
    <w:rsid w:val="00C73411"/>
    <w:rsid w:val="00C73655"/>
    <w:rsid w:val="00C73CD3"/>
    <w:rsid w:val="00C7685F"/>
    <w:rsid w:val="00C76EAC"/>
    <w:rsid w:val="00C774B9"/>
    <w:rsid w:val="00C801AC"/>
    <w:rsid w:val="00C80BFC"/>
    <w:rsid w:val="00C8294C"/>
    <w:rsid w:val="00C833CB"/>
    <w:rsid w:val="00C841B1"/>
    <w:rsid w:val="00C86C28"/>
    <w:rsid w:val="00C91191"/>
    <w:rsid w:val="00C92208"/>
    <w:rsid w:val="00CA0C2A"/>
    <w:rsid w:val="00CA1DE0"/>
    <w:rsid w:val="00CA3BF0"/>
    <w:rsid w:val="00CA4861"/>
    <w:rsid w:val="00CA66E6"/>
    <w:rsid w:val="00CB15DA"/>
    <w:rsid w:val="00CB5E51"/>
    <w:rsid w:val="00CB672D"/>
    <w:rsid w:val="00CC22D9"/>
    <w:rsid w:val="00CC3DA3"/>
    <w:rsid w:val="00CC448B"/>
    <w:rsid w:val="00CC4ACB"/>
    <w:rsid w:val="00CC7D98"/>
    <w:rsid w:val="00CC7DD5"/>
    <w:rsid w:val="00CD022F"/>
    <w:rsid w:val="00CD6973"/>
    <w:rsid w:val="00CD70BB"/>
    <w:rsid w:val="00CE43DC"/>
    <w:rsid w:val="00CE58D6"/>
    <w:rsid w:val="00CE5CA3"/>
    <w:rsid w:val="00CF1C02"/>
    <w:rsid w:val="00CF6C7A"/>
    <w:rsid w:val="00D013AA"/>
    <w:rsid w:val="00D02A57"/>
    <w:rsid w:val="00D032C0"/>
    <w:rsid w:val="00D04E9E"/>
    <w:rsid w:val="00D071EE"/>
    <w:rsid w:val="00D13708"/>
    <w:rsid w:val="00D17532"/>
    <w:rsid w:val="00D17A68"/>
    <w:rsid w:val="00D23006"/>
    <w:rsid w:val="00D26E54"/>
    <w:rsid w:val="00D312BD"/>
    <w:rsid w:val="00D33152"/>
    <w:rsid w:val="00D35561"/>
    <w:rsid w:val="00D37031"/>
    <w:rsid w:val="00D379BD"/>
    <w:rsid w:val="00D4185C"/>
    <w:rsid w:val="00D450C0"/>
    <w:rsid w:val="00D60736"/>
    <w:rsid w:val="00D625D2"/>
    <w:rsid w:val="00D643E4"/>
    <w:rsid w:val="00D64612"/>
    <w:rsid w:val="00D7266B"/>
    <w:rsid w:val="00D75026"/>
    <w:rsid w:val="00D80E31"/>
    <w:rsid w:val="00D810B5"/>
    <w:rsid w:val="00D82C09"/>
    <w:rsid w:val="00D82E6B"/>
    <w:rsid w:val="00D8547B"/>
    <w:rsid w:val="00D854D8"/>
    <w:rsid w:val="00D85B1D"/>
    <w:rsid w:val="00D866CA"/>
    <w:rsid w:val="00D867DF"/>
    <w:rsid w:val="00D9030F"/>
    <w:rsid w:val="00D92261"/>
    <w:rsid w:val="00D96ADB"/>
    <w:rsid w:val="00D9720E"/>
    <w:rsid w:val="00D974C1"/>
    <w:rsid w:val="00DA05D2"/>
    <w:rsid w:val="00DA4D1F"/>
    <w:rsid w:val="00DA633F"/>
    <w:rsid w:val="00DA6B92"/>
    <w:rsid w:val="00DA6FCF"/>
    <w:rsid w:val="00DB0B1F"/>
    <w:rsid w:val="00DB1AAF"/>
    <w:rsid w:val="00DB2704"/>
    <w:rsid w:val="00DB2E13"/>
    <w:rsid w:val="00DB5A88"/>
    <w:rsid w:val="00DC10D9"/>
    <w:rsid w:val="00DC12FA"/>
    <w:rsid w:val="00DC326F"/>
    <w:rsid w:val="00DC35D4"/>
    <w:rsid w:val="00DC44F4"/>
    <w:rsid w:val="00DC5A7E"/>
    <w:rsid w:val="00DC7D45"/>
    <w:rsid w:val="00DD13B3"/>
    <w:rsid w:val="00DD1633"/>
    <w:rsid w:val="00DD1D6F"/>
    <w:rsid w:val="00DD25F3"/>
    <w:rsid w:val="00DD39A7"/>
    <w:rsid w:val="00DD3A85"/>
    <w:rsid w:val="00DD7299"/>
    <w:rsid w:val="00DE2D2C"/>
    <w:rsid w:val="00DF2586"/>
    <w:rsid w:val="00DF2F33"/>
    <w:rsid w:val="00DF3339"/>
    <w:rsid w:val="00DF4BC6"/>
    <w:rsid w:val="00E17B3D"/>
    <w:rsid w:val="00E17D7F"/>
    <w:rsid w:val="00E21B6C"/>
    <w:rsid w:val="00E22117"/>
    <w:rsid w:val="00E22A1B"/>
    <w:rsid w:val="00E26D9B"/>
    <w:rsid w:val="00E31AD8"/>
    <w:rsid w:val="00E325D8"/>
    <w:rsid w:val="00E32A5C"/>
    <w:rsid w:val="00E34627"/>
    <w:rsid w:val="00E34CF8"/>
    <w:rsid w:val="00E36016"/>
    <w:rsid w:val="00E37D91"/>
    <w:rsid w:val="00E43917"/>
    <w:rsid w:val="00E43D4F"/>
    <w:rsid w:val="00E440FB"/>
    <w:rsid w:val="00E44C59"/>
    <w:rsid w:val="00E4564F"/>
    <w:rsid w:val="00E45848"/>
    <w:rsid w:val="00E50F53"/>
    <w:rsid w:val="00E54122"/>
    <w:rsid w:val="00E614AC"/>
    <w:rsid w:val="00E624B6"/>
    <w:rsid w:val="00E73524"/>
    <w:rsid w:val="00E8032A"/>
    <w:rsid w:val="00E90FD5"/>
    <w:rsid w:val="00E93859"/>
    <w:rsid w:val="00EA3209"/>
    <w:rsid w:val="00EA3683"/>
    <w:rsid w:val="00EA6CE3"/>
    <w:rsid w:val="00EA74C6"/>
    <w:rsid w:val="00EB331D"/>
    <w:rsid w:val="00EB4FB2"/>
    <w:rsid w:val="00EC1679"/>
    <w:rsid w:val="00EC4F45"/>
    <w:rsid w:val="00EC59F4"/>
    <w:rsid w:val="00EC601A"/>
    <w:rsid w:val="00EC7F4D"/>
    <w:rsid w:val="00ED1C97"/>
    <w:rsid w:val="00ED3000"/>
    <w:rsid w:val="00EF2AA4"/>
    <w:rsid w:val="00F00600"/>
    <w:rsid w:val="00F02FC8"/>
    <w:rsid w:val="00F042D6"/>
    <w:rsid w:val="00F063F3"/>
    <w:rsid w:val="00F102FC"/>
    <w:rsid w:val="00F1057C"/>
    <w:rsid w:val="00F222C3"/>
    <w:rsid w:val="00F24E98"/>
    <w:rsid w:val="00F24F56"/>
    <w:rsid w:val="00F30DAF"/>
    <w:rsid w:val="00F34E78"/>
    <w:rsid w:val="00F37E29"/>
    <w:rsid w:val="00F40D18"/>
    <w:rsid w:val="00F42372"/>
    <w:rsid w:val="00F469DF"/>
    <w:rsid w:val="00F5066D"/>
    <w:rsid w:val="00F51634"/>
    <w:rsid w:val="00F54156"/>
    <w:rsid w:val="00F5764C"/>
    <w:rsid w:val="00F619F0"/>
    <w:rsid w:val="00F65CB2"/>
    <w:rsid w:val="00F7147E"/>
    <w:rsid w:val="00F71A76"/>
    <w:rsid w:val="00F73575"/>
    <w:rsid w:val="00F7525B"/>
    <w:rsid w:val="00F75C11"/>
    <w:rsid w:val="00F77E7B"/>
    <w:rsid w:val="00F91F37"/>
    <w:rsid w:val="00F9266C"/>
    <w:rsid w:val="00F9497B"/>
    <w:rsid w:val="00F95213"/>
    <w:rsid w:val="00F97EA1"/>
    <w:rsid w:val="00FA4B55"/>
    <w:rsid w:val="00FA5874"/>
    <w:rsid w:val="00FA5B62"/>
    <w:rsid w:val="00FA76E4"/>
    <w:rsid w:val="00FB19E4"/>
    <w:rsid w:val="00FB4F55"/>
    <w:rsid w:val="00FB671F"/>
    <w:rsid w:val="00FB6A8D"/>
    <w:rsid w:val="00FC179B"/>
    <w:rsid w:val="00FC743E"/>
    <w:rsid w:val="00FC766D"/>
    <w:rsid w:val="00FD6828"/>
    <w:rsid w:val="00FD7B19"/>
    <w:rsid w:val="00FE0C1D"/>
    <w:rsid w:val="00FE190A"/>
    <w:rsid w:val="00FE2E5A"/>
    <w:rsid w:val="00FE38EF"/>
    <w:rsid w:val="00FE44D9"/>
    <w:rsid w:val="00FF17F2"/>
    <w:rsid w:val="00FF4529"/>
    <w:rsid w:val="00FF5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6D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E5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5F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69</TotalTime>
  <Pages>1</Pages>
  <Words>90</Words>
  <Characters>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3</cp:revision>
  <cp:lastPrinted>2014-12-27T11:12:00Z</cp:lastPrinted>
  <dcterms:created xsi:type="dcterms:W3CDTF">2014-06-23T06:05:00Z</dcterms:created>
  <dcterms:modified xsi:type="dcterms:W3CDTF">2014-12-27T11:12:00Z</dcterms:modified>
</cp:coreProperties>
</file>